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A41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1B5529" w14:textId="77777777" w:rsidTr="00146EEC">
        <w:tc>
          <w:tcPr>
            <w:tcW w:w="2689" w:type="dxa"/>
          </w:tcPr>
          <w:p w14:paraId="1448964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B8DDA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C7DBC80" w14:textId="77777777" w:rsidTr="00146EEC">
        <w:tc>
          <w:tcPr>
            <w:tcW w:w="2689" w:type="dxa"/>
          </w:tcPr>
          <w:p w14:paraId="5D9EE068" w14:textId="25AC4A4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A65AE">
              <w:t>1</w:t>
            </w:r>
          </w:p>
        </w:tc>
        <w:tc>
          <w:tcPr>
            <w:tcW w:w="6939" w:type="dxa"/>
          </w:tcPr>
          <w:p w14:paraId="3313DFCE" w14:textId="73140B99" w:rsidR="00F1480E" w:rsidRPr="000754EC" w:rsidRDefault="00723F9C" w:rsidP="000754EC">
            <w:pPr>
              <w:pStyle w:val="SIText"/>
            </w:pPr>
            <w:r>
              <w:t>This version released with</w:t>
            </w:r>
            <w:r w:rsidRPr="00723F9C">
              <w:t xml:space="preserve"> FBP Food, Beverage and Pharmaceuticals Training Package version </w:t>
            </w:r>
            <w:r w:rsidR="006E48B2">
              <w:t>2</w:t>
            </w:r>
            <w:r w:rsidRPr="00723F9C">
              <w:t>.0.</w:t>
            </w:r>
          </w:p>
        </w:tc>
      </w:tr>
    </w:tbl>
    <w:p w14:paraId="1EB54C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23F9C" w:rsidRPr="00963A46" w14:paraId="468662FF" w14:textId="77777777" w:rsidTr="00765E17">
        <w:trPr>
          <w:trHeight w:val="463"/>
          <w:tblHeader/>
        </w:trPr>
        <w:tc>
          <w:tcPr>
            <w:tcW w:w="1396" w:type="pct"/>
            <w:shd w:val="clear" w:color="auto" w:fill="auto"/>
          </w:tcPr>
          <w:p w14:paraId="2C352D81" w14:textId="630DDD7F" w:rsidR="00723F9C" w:rsidRPr="00723F9C" w:rsidRDefault="00FA188D" w:rsidP="00723F9C">
            <w:pPr>
              <w:pStyle w:val="SIUNITCODE"/>
            </w:pPr>
            <w:r>
              <w:t>FBPVIT</w:t>
            </w:r>
            <w:r w:rsidR="00723F9C">
              <w:t>2</w:t>
            </w:r>
            <w:r w:rsidR="00723F9C" w:rsidRPr="00723F9C">
              <w:t>025</w:t>
            </w:r>
          </w:p>
        </w:tc>
        <w:tc>
          <w:tcPr>
            <w:tcW w:w="3604" w:type="pct"/>
            <w:shd w:val="clear" w:color="auto" w:fill="auto"/>
          </w:tcPr>
          <w:p w14:paraId="0F1F8036" w14:textId="77777777" w:rsidR="00723F9C" w:rsidRPr="00723F9C" w:rsidRDefault="00723F9C" w:rsidP="00723F9C">
            <w:pPr>
              <w:pStyle w:val="SIUnittitle"/>
            </w:pPr>
            <w:r w:rsidRPr="007000E9">
              <w:t>Plant vines by hand</w:t>
            </w:r>
          </w:p>
        </w:tc>
      </w:tr>
      <w:tr w:rsidR="00723F9C" w:rsidRPr="00963A46" w14:paraId="5A3BD441" w14:textId="77777777" w:rsidTr="00CA2922">
        <w:tc>
          <w:tcPr>
            <w:tcW w:w="1396" w:type="pct"/>
            <w:shd w:val="clear" w:color="auto" w:fill="auto"/>
          </w:tcPr>
          <w:p w14:paraId="435C2DD7" w14:textId="42156E05" w:rsidR="00723F9C" w:rsidRPr="00923720" w:rsidRDefault="00723F9C" w:rsidP="00723F9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D9AA401" w14:textId="0991640E" w:rsidR="00723F9C" w:rsidRPr="00723F9C" w:rsidRDefault="002B7039" w:rsidP="00723F9C">
            <w:pPr>
              <w:pStyle w:val="SIText"/>
            </w:pPr>
            <w:r>
              <w:t>This unit of competency describes the skills and knowledge required to plant cuttings and rootlings by hand.</w:t>
            </w:r>
            <w:r>
              <w:br/>
            </w:r>
          </w:p>
          <w:p w14:paraId="20927961" w14:textId="19E54D8B" w:rsidR="00723F9C" w:rsidRPr="00723F9C" w:rsidRDefault="00723F9C" w:rsidP="00723F9C">
            <w:pPr>
              <w:pStyle w:val="SIText"/>
            </w:pPr>
            <w:r>
              <w:t xml:space="preserve">The unit applies to </w:t>
            </w:r>
            <w:r w:rsidR="002B7039">
              <w:t>individuals</w:t>
            </w:r>
            <w:r w:rsidRPr="00723F9C">
              <w:t xml:space="preserve"> who work under general supervision, with limited autonomy and accountability for their own work.</w:t>
            </w:r>
            <w:r w:rsidR="002B7039">
              <w:br/>
            </w:r>
          </w:p>
          <w:p w14:paraId="2E474EDD" w14:textId="77777777" w:rsidR="00723F9C" w:rsidRDefault="00723F9C" w:rsidP="00723F9C">
            <w:pPr>
              <w:pStyle w:val="SIText"/>
            </w:pPr>
            <w:r w:rsidRPr="00EB30E8">
              <w:t>No occupational licensing, legislative or certification requirements apply to this unit at the time of publication.</w:t>
            </w:r>
          </w:p>
          <w:p w14:paraId="00A938D9" w14:textId="77777777" w:rsidR="00723F9C" w:rsidRPr="00723F9C" w:rsidRDefault="00723F9C" w:rsidP="00723F9C">
            <w:pPr>
              <w:pStyle w:val="SIText"/>
            </w:pPr>
          </w:p>
          <w:p w14:paraId="6D330B0D" w14:textId="5A1B3FA2" w:rsidR="00723F9C" w:rsidRPr="00723F9C" w:rsidRDefault="002B7039" w:rsidP="002B7039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723F9C" w:rsidRPr="00963A46" w14:paraId="44EB76D3" w14:textId="77777777" w:rsidTr="00CA2922">
        <w:tc>
          <w:tcPr>
            <w:tcW w:w="1396" w:type="pct"/>
            <w:shd w:val="clear" w:color="auto" w:fill="auto"/>
          </w:tcPr>
          <w:p w14:paraId="444A960F" w14:textId="77777777" w:rsidR="00723F9C" w:rsidRPr="00723F9C" w:rsidRDefault="00723F9C" w:rsidP="00723F9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6B8C1F" w14:textId="62651380" w:rsidR="00723F9C" w:rsidRPr="000754EC" w:rsidRDefault="00723F9C" w:rsidP="00723F9C">
            <w:pPr>
              <w:pStyle w:val="SIText"/>
            </w:pPr>
            <w:r>
              <w:t>Nil</w:t>
            </w:r>
          </w:p>
        </w:tc>
      </w:tr>
      <w:tr w:rsidR="00723F9C" w:rsidRPr="00963A46" w14:paraId="0EF2A807" w14:textId="77777777" w:rsidTr="00CA2922">
        <w:tc>
          <w:tcPr>
            <w:tcW w:w="1396" w:type="pct"/>
            <w:shd w:val="clear" w:color="auto" w:fill="auto"/>
          </w:tcPr>
          <w:p w14:paraId="183A5658" w14:textId="77777777" w:rsidR="00723F9C" w:rsidRPr="00723F9C" w:rsidRDefault="00723F9C" w:rsidP="00723F9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0F31B5" w14:textId="5AA9F3AF" w:rsidR="00723F9C" w:rsidRPr="000754EC" w:rsidRDefault="00FA188D" w:rsidP="00FA188D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Nursery</w:t>
            </w:r>
          </w:p>
        </w:tc>
      </w:tr>
    </w:tbl>
    <w:p w14:paraId="0E24BB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185A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3FEED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BA09D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27C7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4ACD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6C9AE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3F9C" w:rsidRPr="00963A46" w14:paraId="382E609E" w14:textId="77777777" w:rsidTr="00C8371D">
        <w:trPr>
          <w:cantSplit/>
          <w:trHeight w:val="1232"/>
        </w:trPr>
        <w:tc>
          <w:tcPr>
            <w:tcW w:w="1396" w:type="pct"/>
            <w:shd w:val="clear" w:color="auto" w:fill="auto"/>
          </w:tcPr>
          <w:p w14:paraId="4B13AC81" w14:textId="44F666C7" w:rsidR="00723F9C" w:rsidRPr="00723F9C" w:rsidRDefault="00723F9C" w:rsidP="000D478B">
            <w:pPr>
              <w:pStyle w:val="SIText"/>
            </w:pPr>
            <w:r w:rsidRPr="00723F9C">
              <w:t>1. P</w:t>
            </w:r>
            <w:r w:rsidR="002B7039">
              <w:t>repare for hand planting</w:t>
            </w:r>
          </w:p>
        </w:tc>
        <w:tc>
          <w:tcPr>
            <w:tcW w:w="3604" w:type="pct"/>
            <w:shd w:val="clear" w:color="auto" w:fill="auto"/>
          </w:tcPr>
          <w:p w14:paraId="4CCDAAEE" w14:textId="77777777" w:rsidR="00723F9C" w:rsidRPr="00723F9C" w:rsidRDefault="00723F9C" w:rsidP="00765E17">
            <w:pPr>
              <w:pStyle w:val="SIText"/>
            </w:pPr>
            <w:r>
              <w:t>1.</w:t>
            </w:r>
            <w:r w:rsidRPr="00723F9C">
              <w:t>1 Confirm work instructions and identify potential work health and safety (WHS) hazards and controls with supervisor</w:t>
            </w:r>
          </w:p>
          <w:p w14:paraId="092343AE" w14:textId="77777777" w:rsidR="00723F9C" w:rsidRPr="00723F9C" w:rsidRDefault="00723F9C" w:rsidP="00765E17">
            <w:pPr>
              <w:pStyle w:val="SIText"/>
            </w:pPr>
            <w:r>
              <w:t xml:space="preserve">1.2 </w:t>
            </w:r>
            <w:r w:rsidRPr="00723F9C">
              <w:t>Select and use appropriate personal protective clothing and equipment (PPE)</w:t>
            </w:r>
          </w:p>
          <w:p w14:paraId="35D49A40" w14:textId="59CDFCF1" w:rsidR="00723F9C" w:rsidRPr="00723F9C" w:rsidRDefault="00723F9C" w:rsidP="00765E17">
            <w:pPr>
              <w:pStyle w:val="SIText"/>
            </w:pPr>
            <w:r>
              <w:t xml:space="preserve">1.3 </w:t>
            </w:r>
            <w:r w:rsidRPr="00723F9C">
              <w:t xml:space="preserve">Select and prepare materials and equipment </w:t>
            </w:r>
            <w:r w:rsidR="0003394D">
              <w:t>in accordance with site and workplace requirements</w:t>
            </w:r>
          </w:p>
        </w:tc>
      </w:tr>
      <w:tr w:rsidR="002B7039" w:rsidRPr="00963A46" w14:paraId="3B7052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D9D3AC" w14:textId="2A47CCD2" w:rsidR="002B7039" w:rsidRPr="00723F9C" w:rsidRDefault="002B7039" w:rsidP="000D478B">
            <w:pPr>
              <w:pStyle w:val="SIText"/>
            </w:pPr>
            <w:r>
              <w:t>2. Plant cuttings and rootlings</w:t>
            </w:r>
          </w:p>
        </w:tc>
        <w:tc>
          <w:tcPr>
            <w:tcW w:w="3604" w:type="pct"/>
            <w:shd w:val="clear" w:color="auto" w:fill="auto"/>
          </w:tcPr>
          <w:p w14:paraId="3C7C2DF5" w14:textId="77E32BFF" w:rsidR="00EE701C" w:rsidRPr="00723F9C" w:rsidRDefault="0003394D" w:rsidP="00EE701C">
            <w:pPr>
              <w:pStyle w:val="SIText"/>
            </w:pPr>
            <w:r>
              <w:t>2.1</w:t>
            </w:r>
            <w:r w:rsidR="00EE701C" w:rsidRPr="00723F9C">
              <w:t xml:space="preserve"> Use equipment according to operator instructions</w:t>
            </w:r>
          </w:p>
          <w:p w14:paraId="02FBD8D7" w14:textId="7E6A821A" w:rsidR="00EE701C" w:rsidRPr="00723F9C" w:rsidRDefault="0003394D" w:rsidP="00EE701C">
            <w:pPr>
              <w:pStyle w:val="SIText"/>
            </w:pPr>
            <w:r>
              <w:t xml:space="preserve">2.2 </w:t>
            </w:r>
            <w:r w:rsidR="00EE701C" w:rsidRPr="00723F9C">
              <w:t>Monitor equipment performance to confirm performance is maintained within specification</w:t>
            </w:r>
          </w:p>
          <w:p w14:paraId="10FBBA4B" w14:textId="4D6DDE59" w:rsidR="00EE701C" w:rsidRDefault="0003394D" w:rsidP="00EE701C">
            <w:pPr>
              <w:pStyle w:val="SIText"/>
            </w:pPr>
            <w:r>
              <w:t xml:space="preserve">2.3 </w:t>
            </w:r>
            <w:r w:rsidR="00EE701C" w:rsidRPr="00723F9C">
              <w:t>Plant vines according to workplace procedures</w:t>
            </w:r>
          </w:p>
          <w:p w14:paraId="047FCC44" w14:textId="201936B1" w:rsidR="0003394D" w:rsidRPr="00723F9C" w:rsidRDefault="0003394D" w:rsidP="00EE701C">
            <w:pPr>
              <w:pStyle w:val="SIText"/>
            </w:pPr>
            <w:r>
              <w:t>2.4 Maintain required spacing, row width and depth according to workplace specification</w:t>
            </w:r>
          </w:p>
          <w:p w14:paraId="499A31AB" w14:textId="3B73C024" w:rsidR="002B7039" w:rsidRDefault="0003394D" w:rsidP="00EE701C">
            <w:pPr>
              <w:pStyle w:val="SIText"/>
            </w:pPr>
            <w:r>
              <w:t xml:space="preserve">2.5 </w:t>
            </w:r>
            <w:r w:rsidR="00EE701C" w:rsidRPr="00723F9C">
              <w:t>Recognise, rectify and report problems and anomalies</w:t>
            </w:r>
          </w:p>
        </w:tc>
      </w:tr>
      <w:tr w:rsidR="00723F9C" w:rsidRPr="00963A46" w14:paraId="4A296023" w14:textId="77777777" w:rsidTr="00C8371D">
        <w:trPr>
          <w:cantSplit/>
          <w:trHeight w:val="1204"/>
        </w:trPr>
        <w:tc>
          <w:tcPr>
            <w:tcW w:w="1396" w:type="pct"/>
            <w:shd w:val="clear" w:color="auto" w:fill="auto"/>
          </w:tcPr>
          <w:p w14:paraId="663D5F4B" w14:textId="4E6D8869" w:rsidR="00723F9C" w:rsidRPr="00723F9C" w:rsidRDefault="002B7039" w:rsidP="000D478B">
            <w:pPr>
              <w:pStyle w:val="SIText"/>
            </w:pPr>
            <w:r>
              <w:t>3</w:t>
            </w:r>
            <w:r w:rsidR="00723F9C" w:rsidRPr="00723F9C">
              <w:t>. Complete planting operations</w:t>
            </w:r>
          </w:p>
        </w:tc>
        <w:tc>
          <w:tcPr>
            <w:tcW w:w="3604" w:type="pct"/>
            <w:shd w:val="clear" w:color="auto" w:fill="auto"/>
          </w:tcPr>
          <w:p w14:paraId="5B7DAE8A" w14:textId="5B16FC55" w:rsidR="00723F9C" w:rsidRPr="00723F9C" w:rsidRDefault="002B7039" w:rsidP="00765E17">
            <w:pPr>
              <w:pStyle w:val="SIText"/>
            </w:pPr>
            <w:r>
              <w:t>3</w:t>
            </w:r>
            <w:r w:rsidR="00723F9C">
              <w:t xml:space="preserve">.1 </w:t>
            </w:r>
            <w:r w:rsidR="00723F9C" w:rsidRPr="00723F9C">
              <w:t xml:space="preserve">Shut down equipment according to operating instructions </w:t>
            </w:r>
          </w:p>
          <w:p w14:paraId="7F9DCC5B" w14:textId="1BDB4111" w:rsidR="00723F9C" w:rsidRPr="00723F9C" w:rsidRDefault="002B7039" w:rsidP="00765E17">
            <w:pPr>
              <w:pStyle w:val="SIText"/>
            </w:pPr>
            <w:r>
              <w:t>3</w:t>
            </w:r>
            <w:r w:rsidR="00723F9C">
              <w:t xml:space="preserve">.2 </w:t>
            </w:r>
            <w:r w:rsidR="00723F9C" w:rsidRPr="00723F9C">
              <w:t xml:space="preserve">Clean </w:t>
            </w:r>
            <w:r w:rsidR="0003394D">
              <w:t xml:space="preserve">maintain </w:t>
            </w:r>
            <w:r w:rsidR="00723F9C" w:rsidRPr="00723F9C">
              <w:t>and store equipment according to workplace procedures</w:t>
            </w:r>
          </w:p>
          <w:p w14:paraId="63B5B24C" w14:textId="455BEA23" w:rsidR="00723F9C" w:rsidRPr="00723F9C" w:rsidRDefault="002B7039" w:rsidP="00765E17">
            <w:pPr>
              <w:pStyle w:val="SIText"/>
            </w:pPr>
            <w:r>
              <w:t>3</w:t>
            </w:r>
            <w:r w:rsidR="00723F9C">
              <w:t xml:space="preserve">.3 </w:t>
            </w:r>
            <w:r w:rsidR="00723F9C" w:rsidRPr="00723F9C">
              <w:t>Collect, treat and dispose of waste according to workplace practices</w:t>
            </w:r>
          </w:p>
          <w:p w14:paraId="477E7AAE" w14:textId="72322D0F" w:rsidR="00723F9C" w:rsidRDefault="002B7039" w:rsidP="00765E17">
            <w:pPr>
              <w:pStyle w:val="SIText"/>
            </w:pPr>
            <w:r>
              <w:t>3</w:t>
            </w:r>
            <w:r w:rsidR="00723F9C" w:rsidRPr="00963A46">
              <w:t>.4</w:t>
            </w:r>
            <w:r w:rsidR="00723F9C" w:rsidRPr="00723F9C">
              <w:t xml:space="preserve"> Conduct work to comply with workplace environmental guidelines</w:t>
            </w:r>
          </w:p>
          <w:p w14:paraId="4C85F589" w14:textId="4D281FDD" w:rsidR="002B7039" w:rsidRPr="00723F9C" w:rsidRDefault="002B7039" w:rsidP="00765E17">
            <w:pPr>
              <w:pStyle w:val="SIText"/>
            </w:pPr>
            <w:r>
              <w:t>3.5</w:t>
            </w:r>
            <w:r w:rsidRPr="00723F9C">
              <w:t xml:space="preserve"> Record workplace information according to workplace procedures</w:t>
            </w:r>
          </w:p>
        </w:tc>
      </w:tr>
    </w:tbl>
    <w:p w14:paraId="51BE1DBD" w14:textId="77777777" w:rsidR="005F771F" w:rsidRDefault="005F771F" w:rsidP="005F771F">
      <w:pPr>
        <w:pStyle w:val="SIText"/>
      </w:pPr>
    </w:p>
    <w:p w14:paraId="0587C936" w14:textId="77777777" w:rsidR="005F771F" w:rsidRPr="000754EC" w:rsidRDefault="005F771F" w:rsidP="000754EC">
      <w:r>
        <w:br w:type="page"/>
      </w:r>
    </w:p>
    <w:p w14:paraId="453EBF2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D633E3E" w14:textId="77777777" w:rsidTr="00CA2922">
        <w:trPr>
          <w:tblHeader/>
        </w:trPr>
        <w:tc>
          <w:tcPr>
            <w:tcW w:w="5000" w:type="pct"/>
            <w:gridSpan w:val="2"/>
          </w:tcPr>
          <w:p w14:paraId="1338579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3862C6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8BEEB55" w14:textId="77777777" w:rsidTr="00CA2922">
        <w:trPr>
          <w:tblHeader/>
        </w:trPr>
        <w:tc>
          <w:tcPr>
            <w:tcW w:w="1396" w:type="pct"/>
          </w:tcPr>
          <w:p w14:paraId="6357B9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62EA2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3F9C" w:rsidRPr="00336FCA" w:rsidDel="00423CB2" w14:paraId="13C30A23" w14:textId="77777777" w:rsidTr="00CA2922">
        <w:tc>
          <w:tcPr>
            <w:tcW w:w="1396" w:type="pct"/>
          </w:tcPr>
          <w:p w14:paraId="7F57090C" w14:textId="77777777" w:rsidR="00723F9C" w:rsidRPr="00723F9C" w:rsidRDefault="00723F9C" w:rsidP="00723F9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9030426" w14:textId="77777777" w:rsidR="00723F9C" w:rsidRPr="00723F9C" w:rsidRDefault="00723F9C" w:rsidP="00723F9C">
            <w:pPr>
              <w:pStyle w:val="SIBulletList1"/>
            </w:pPr>
            <w:r w:rsidRPr="00F94835">
              <w:t xml:space="preserve">Reads and interprets </w:t>
            </w:r>
            <w:r w:rsidRPr="00723F9C">
              <w:t>instructions and specifications for planting vines and consolidates information to determine requirements</w:t>
            </w:r>
          </w:p>
        </w:tc>
      </w:tr>
      <w:tr w:rsidR="00723F9C" w:rsidRPr="00336FCA" w:rsidDel="00423CB2" w14:paraId="4F6FFE36" w14:textId="77777777" w:rsidTr="00CA2922">
        <w:tc>
          <w:tcPr>
            <w:tcW w:w="1396" w:type="pct"/>
          </w:tcPr>
          <w:p w14:paraId="3C689C82" w14:textId="77777777" w:rsidR="00723F9C" w:rsidRPr="00723F9C" w:rsidRDefault="00723F9C" w:rsidP="00723F9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448FF1F" w14:textId="77777777" w:rsidR="00723F9C" w:rsidRPr="00723F9C" w:rsidRDefault="00723F9C" w:rsidP="00723F9C">
            <w:pPr>
              <w:pStyle w:val="SIBulletList1"/>
            </w:pPr>
            <w:r w:rsidRPr="00F94835">
              <w:t xml:space="preserve">Prepares </w:t>
            </w:r>
            <w:r w:rsidRPr="00723F9C">
              <w:t xml:space="preserve">relevant reporting and other documentation using clear language, correct spelling and industry terminology </w:t>
            </w:r>
          </w:p>
        </w:tc>
      </w:tr>
      <w:tr w:rsidR="00723F9C" w:rsidRPr="00336FCA" w:rsidDel="00423CB2" w14:paraId="25A624FC" w14:textId="77777777" w:rsidTr="00CD7A28">
        <w:trPr>
          <w:trHeight w:val="212"/>
        </w:trPr>
        <w:tc>
          <w:tcPr>
            <w:tcW w:w="1396" w:type="pct"/>
          </w:tcPr>
          <w:p w14:paraId="16782F11" w14:textId="77777777" w:rsidR="00723F9C" w:rsidRPr="00723F9C" w:rsidRDefault="00723F9C" w:rsidP="00723F9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BB263AA" w14:textId="77777777" w:rsidR="00723F9C" w:rsidRPr="00723F9C" w:rsidRDefault="00723F9C" w:rsidP="00723F9C">
            <w:pPr>
              <w:pStyle w:val="SIBulletList1"/>
            </w:pPr>
            <w:r w:rsidRPr="00F94835">
              <w:t>Uses clear language and</w:t>
            </w:r>
            <w:r w:rsidRPr="00723F9C">
              <w:t xml:space="preserve"> oral concepts when clarifying and confirming work requirements</w:t>
            </w:r>
          </w:p>
        </w:tc>
      </w:tr>
      <w:tr w:rsidR="00723F9C" w:rsidRPr="00336FCA" w:rsidDel="00423CB2" w14:paraId="2D29F2E0" w14:textId="77777777" w:rsidTr="00CD7A28">
        <w:trPr>
          <w:trHeight w:val="212"/>
        </w:trPr>
        <w:tc>
          <w:tcPr>
            <w:tcW w:w="1396" w:type="pct"/>
          </w:tcPr>
          <w:p w14:paraId="71E5A22C" w14:textId="77777777" w:rsidR="00723F9C" w:rsidRPr="00723F9C" w:rsidRDefault="00723F9C" w:rsidP="00723F9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18B6EE5" w14:textId="77777777" w:rsidR="00723F9C" w:rsidRPr="00723F9C" w:rsidRDefault="00723F9C" w:rsidP="00723F9C">
            <w:pPr>
              <w:pStyle w:val="SIBulletList1"/>
            </w:pPr>
            <w:r w:rsidRPr="0042151E">
              <w:t>Recognises organisational expectations and follows explicit protocols and procedures</w:t>
            </w:r>
            <w:r w:rsidRPr="00723F9C">
              <w:t xml:space="preserve"> within defined level of responsibility</w:t>
            </w:r>
          </w:p>
        </w:tc>
      </w:tr>
      <w:tr w:rsidR="00723F9C" w:rsidRPr="00336FCA" w:rsidDel="00423CB2" w14:paraId="64FD42ED" w14:textId="77777777" w:rsidTr="00CD7A28">
        <w:trPr>
          <w:trHeight w:val="212"/>
        </w:trPr>
        <w:tc>
          <w:tcPr>
            <w:tcW w:w="1396" w:type="pct"/>
          </w:tcPr>
          <w:p w14:paraId="3D57513E" w14:textId="77777777" w:rsidR="00723F9C" w:rsidRPr="00723F9C" w:rsidRDefault="00723F9C" w:rsidP="00723F9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9D49781" w14:textId="77777777" w:rsidR="00723F9C" w:rsidRPr="00723F9C" w:rsidRDefault="00723F9C" w:rsidP="00723F9C">
            <w:pPr>
              <w:pStyle w:val="SIBulletList1"/>
            </w:pPr>
            <w:r w:rsidRPr="0012409D">
              <w:t xml:space="preserve">Follows clearly defined instructions and sequencing, and monitors own progress for </w:t>
            </w:r>
            <w:r w:rsidRPr="00723F9C">
              <w:t>planting, seeks assistance when necessary</w:t>
            </w:r>
          </w:p>
          <w:p w14:paraId="1CD7B795" w14:textId="77777777" w:rsidR="00723F9C" w:rsidRDefault="00723F9C" w:rsidP="00723F9C">
            <w:pPr>
              <w:pStyle w:val="SIBulletList1"/>
            </w:pPr>
            <w:r w:rsidRPr="0012409D">
              <w:t>Makes low-impact decisions around immediate clearly defined tasks</w:t>
            </w:r>
          </w:p>
          <w:p w14:paraId="4BC523DA" w14:textId="4B469484" w:rsidR="0003394D" w:rsidRPr="00723F9C" w:rsidRDefault="0003394D" w:rsidP="0003394D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62FD6B0B" w14:textId="77777777" w:rsidR="00916CD7" w:rsidRDefault="00916CD7" w:rsidP="005F771F">
      <w:pPr>
        <w:pStyle w:val="SIText"/>
      </w:pPr>
    </w:p>
    <w:p w14:paraId="2F0062E2" w14:textId="77777777" w:rsidR="00916CD7" w:rsidRDefault="00916CD7" w:rsidP="00DD0726">
      <w:pPr>
        <w:pStyle w:val="SIText"/>
      </w:pPr>
    </w:p>
    <w:p w14:paraId="3CDE42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FC130BA" w14:textId="77777777" w:rsidTr="00F33FF2">
        <w:tc>
          <w:tcPr>
            <w:tcW w:w="5000" w:type="pct"/>
            <w:gridSpan w:val="4"/>
          </w:tcPr>
          <w:p w14:paraId="35A756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695C24B" w14:textId="77777777" w:rsidTr="00F33FF2">
        <w:tc>
          <w:tcPr>
            <w:tcW w:w="1028" w:type="pct"/>
          </w:tcPr>
          <w:p w14:paraId="6177435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5F062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37B935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D0E2B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23F9C" w14:paraId="376C0A81" w14:textId="77777777" w:rsidTr="00F33FF2">
        <w:tc>
          <w:tcPr>
            <w:tcW w:w="1028" w:type="pct"/>
          </w:tcPr>
          <w:p w14:paraId="4A4BAC35" w14:textId="09F78B51" w:rsidR="00723F9C" w:rsidRPr="00723F9C" w:rsidRDefault="00FA188D" w:rsidP="00723F9C">
            <w:pPr>
              <w:pStyle w:val="SIText"/>
            </w:pPr>
            <w:r>
              <w:t>FBPVIT</w:t>
            </w:r>
            <w:r w:rsidR="00723F9C" w:rsidRPr="008D74EF">
              <w:t>2025 Plant vines by hand</w:t>
            </w:r>
          </w:p>
        </w:tc>
        <w:tc>
          <w:tcPr>
            <w:tcW w:w="1105" w:type="pct"/>
          </w:tcPr>
          <w:p w14:paraId="541A5BD9" w14:textId="77777777" w:rsidR="00723F9C" w:rsidRPr="00723F9C" w:rsidRDefault="00723F9C" w:rsidP="00723F9C">
            <w:pPr>
              <w:pStyle w:val="SIText"/>
            </w:pPr>
            <w:r w:rsidRPr="008D74EF">
              <w:t>FDFWGG2025A Plant vines by hand</w:t>
            </w:r>
          </w:p>
        </w:tc>
        <w:tc>
          <w:tcPr>
            <w:tcW w:w="1251" w:type="pct"/>
          </w:tcPr>
          <w:p w14:paraId="1B90C99D" w14:textId="6015E2B2" w:rsidR="00401854" w:rsidRPr="00723F9C" w:rsidRDefault="00723F9C" w:rsidP="00723F9C">
            <w:pPr>
              <w:pStyle w:val="SIText"/>
            </w:pPr>
            <w:r>
              <w:t>Updated to meet Standards for Training Packages</w:t>
            </w:r>
            <w:bookmarkStart w:id="0" w:name="_GoBack"/>
            <w:bookmarkEnd w:id="0"/>
          </w:p>
          <w:p w14:paraId="1A0BAA6F" w14:textId="78A8676E" w:rsidR="00723F9C" w:rsidRPr="00723F9C" w:rsidRDefault="00723F9C" w:rsidP="00723F9C">
            <w:pPr>
              <w:pStyle w:val="SIText"/>
            </w:pPr>
            <w:r>
              <w:t>M</w:t>
            </w:r>
            <w:r w:rsidR="0003394D">
              <w:t>ajor</w:t>
            </w:r>
            <w:r>
              <w:t xml:space="preserve"> changes to </w:t>
            </w:r>
            <w:r w:rsidR="0003394D">
              <w:t xml:space="preserve">Elements and </w:t>
            </w:r>
            <w:r>
              <w:t>Performance Criteria for clarity</w:t>
            </w:r>
            <w:r w:rsidR="0003394D">
              <w:t xml:space="preserve"> and outcomes</w:t>
            </w:r>
          </w:p>
        </w:tc>
        <w:tc>
          <w:tcPr>
            <w:tcW w:w="1616" w:type="pct"/>
          </w:tcPr>
          <w:p w14:paraId="4C96273C" w14:textId="6F94F253" w:rsidR="00723F9C" w:rsidRPr="00723F9C" w:rsidRDefault="0003394D" w:rsidP="00723F9C">
            <w:pPr>
              <w:pStyle w:val="SIText"/>
            </w:pPr>
            <w:r>
              <w:t>No e</w:t>
            </w:r>
            <w:r w:rsidR="00723F9C" w:rsidRPr="00723F9C">
              <w:t>quivalent unit</w:t>
            </w:r>
          </w:p>
        </w:tc>
      </w:tr>
    </w:tbl>
    <w:p w14:paraId="46DBCB4F" w14:textId="1C934A8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60"/>
      </w:tblGrid>
      <w:tr w:rsidR="00401854" w:rsidRPr="00A55106" w14:paraId="5E086B07" w14:textId="77777777" w:rsidTr="00C8371D">
        <w:tc>
          <w:tcPr>
            <w:tcW w:w="1178" w:type="pct"/>
            <w:shd w:val="clear" w:color="auto" w:fill="auto"/>
          </w:tcPr>
          <w:p w14:paraId="7913645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2" w:type="pct"/>
            <w:shd w:val="clear" w:color="auto" w:fill="auto"/>
          </w:tcPr>
          <w:p w14:paraId="5F10D335" w14:textId="59B9B0A2" w:rsidR="00302F7D" w:rsidRDefault="000D478B" w:rsidP="00401854">
            <w:pPr>
              <w:pStyle w:val="SIText"/>
            </w:pPr>
            <w:r>
              <w:t>Companion Volumes, including Implementation G</w:t>
            </w:r>
            <w:r w:rsidRPr="000D478B">
              <w:t xml:space="preserve">uides, are available at </w:t>
            </w:r>
            <w:proofErr w:type="spellStart"/>
            <w:r w:rsidRPr="000D478B">
              <w:t>VETNet</w:t>
            </w:r>
            <w:proofErr w:type="spellEnd"/>
            <w:r w:rsidR="00B90D45">
              <w:t>:</w:t>
            </w:r>
          </w:p>
          <w:p w14:paraId="7A6A6097" w14:textId="23838B45" w:rsidR="00F1480E" w:rsidRPr="000754EC" w:rsidRDefault="00401854" w:rsidP="00401854">
            <w:pPr>
              <w:pStyle w:val="SIText"/>
            </w:pPr>
            <w:hyperlink r:id="rId11" w:history="1">
              <w:r w:rsidR="000D478B" w:rsidRPr="000D478B">
                <w:t>https://vetnet.education.gov.au/Pages/TrainingDocs.aspx?q=78b15323-cd38-483e-aad7-1159b570a5c4</w:t>
              </w:r>
            </w:hyperlink>
            <w:r w:rsidR="0003394D">
              <w:br/>
            </w:r>
          </w:p>
        </w:tc>
      </w:tr>
    </w:tbl>
    <w:p w14:paraId="03FED439" w14:textId="77777777" w:rsidR="00F1480E" w:rsidRDefault="00F1480E" w:rsidP="005F771F">
      <w:pPr>
        <w:pStyle w:val="SIText"/>
      </w:pPr>
    </w:p>
    <w:p w14:paraId="622038A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65E17" w:rsidRPr="00E91BFF" w14:paraId="126474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92AC72D" w14:textId="573E0017" w:rsidR="00765E17" w:rsidRPr="00765E17" w:rsidRDefault="002A4021" w:rsidP="002A4021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927AEA9" w14:textId="43BA1D81" w:rsidR="00765E17" w:rsidRPr="00765E17" w:rsidRDefault="002A4021" w:rsidP="002A4021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FA188D">
              <w:rPr>
                <w:rFonts w:eastAsiaTheme="minorHAnsi"/>
                <w:lang w:val="en-GB" w:eastAsia="en-US"/>
              </w:rPr>
              <w:t>FBPVIT</w:t>
            </w:r>
            <w:r>
              <w:t xml:space="preserve">2025 </w:t>
            </w:r>
            <w:r w:rsidR="00765E17" w:rsidRPr="007000E9">
              <w:t>Plant vines by hand</w:t>
            </w:r>
          </w:p>
        </w:tc>
      </w:tr>
      <w:tr w:rsidR="00556C4C" w:rsidRPr="00A55106" w14:paraId="660A8D6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E068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23F9C" w:rsidRPr="00067E1C" w14:paraId="26068AA2" w14:textId="77777777" w:rsidTr="00113678">
        <w:tc>
          <w:tcPr>
            <w:tcW w:w="5000" w:type="pct"/>
            <w:gridSpan w:val="2"/>
            <w:shd w:val="clear" w:color="auto" w:fill="auto"/>
          </w:tcPr>
          <w:p w14:paraId="3DDF5B38" w14:textId="49E0FB88" w:rsidR="00723F9C" w:rsidRDefault="00723F9C" w:rsidP="00723F9C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571E7D6D" w14:textId="77777777" w:rsidR="00D7055D" w:rsidRPr="00723F9C" w:rsidRDefault="00D7055D" w:rsidP="00723F9C">
            <w:pPr>
              <w:pStyle w:val="SIText"/>
            </w:pPr>
          </w:p>
          <w:p w14:paraId="3CBB5307" w14:textId="77777777" w:rsidR="00723F9C" w:rsidRPr="00723F9C" w:rsidRDefault="00723F9C" w:rsidP="00723F9C">
            <w:pPr>
              <w:pStyle w:val="SIText"/>
            </w:pPr>
            <w:r>
              <w:t>There must be evidence that the individual has</w:t>
            </w:r>
            <w:r w:rsidRPr="00723F9C">
              <w:t xml:space="preserve"> demonstrated hand planting cuttings and rootlings on at least three separate occasions, including:</w:t>
            </w:r>
          </w:p>
          <w:p w14:paraId="796D0BA8" w14:textId="77777777" w:rsidR="00723F9C" w:rsidRPr="00723F9C" w:rsidRDefault="00723F9C" w:rsidP="00723F9C">
            <w:pPr>
              <w:pStyle w:val="SIBulletList1"/>
            </w:pPr>
            <w:r>
              <w:t>using personal protective clothing and equipment</w:t>
            </w:r>
          </w:p>
          <w:p w14:paraId="67651D3F" w14:textId="068240CE" w:rsidR="00723F9C" w:rsidRPr="00723F9C" w:rsidRDefault="00723F9C" w:rsidP="00723F9C">
            <w:pPr>
              <w:pStyle w:val="SIBulletList1"/>
            </w:pPr>
            <w:r>
              <w:t xml:space="preserve">maintaining vine </w:t>
            </w:r>
            <w:r w:rsidR="0003394D">
              <w:t xml:space="preserve">equipment and </w:t>
            </w:r>
            <w:r>
              <w:t>material ready for use</w:t>
            </w:r>
          </w:p>
          <w:p w14:paraId="3BB0B9B9" w14:textId="77777777" w:rsidR="00723F9C" w:rsidRDefault="00723F9C" w:rsidP="00723F9C">
            <w:pPr>
              <w:pStyle w:val="SIBulletList1"/>
            </w:pPr>
            <w:r>
              <w:t>planting vines according to specification</w:t>
            </w:r>
          </w:p>
          <w:p w14:paraId="42668132" w14:textId="328E0311" w:rsidR="00A30535" w:rsidRPr="00723F9C" w:rsidRDefault="00A30535" w:rsidP="00723F9C">
            <w:pPr>
              <w:pStyle w:val="SIBulletList1"/>
            </w:pPr>
            <w:r>
              <w:t>recognising health and anomalies with cuttings and rootlings</w:t>
            </w:r>
          </w:p>
          <w:p w14:paraId="05D1BA1D" w14:textId="77777777" w:rsidR="00723F9C" w:rsidRPr="00723F9C" w:rsidRDefault="00723F9C" w:rsidP="00723F9C">
            <w:pPr>
              <w:pStyle w:val="SIBulletList1"/>
            </w:pPr>
            <w:r>
              <w:t>collecting, sorting, treating, and disposing of waste according to procedures</w:t>
            </w:r>
          </w:p>
          <w:p w14:paraId="59DD9E16" w14:textId="77777777" w:rsidR="00723F9C" w:rsidRPr="00723F9C" w:rsidRDefault="00723F9C" w:rsidP="00723F9C">
            <w:pPr>
              <w:pStyle w:val="SIBulletList1"/>
            </w:pPr>
            <w:r>
              <w:t>maintaining specified records.</w:t>
            </w:r>
          </w:p>
        </w:tc>
      </w:tr>
    </w:tbl>
    <w:p w14:paraId="64013E1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565B8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B8F9D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F5DF6C" w14:textId="77777777" w:rsidTr="00CA2922">
        <w:tc>
          <w:tcPr>
            <w:tcW w:w="5000" w:type="pct"/>
            <w:shd w:val="clear" w:color="auto" w:fill="auto"/>
          </w:tcPr>
          <w:p w14:paraId="4101B4B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065F07D" w14:textId="77777777" w:rsidR="00723F9C" w:rsidRPr="00723F9C" w:rsidRDefault="00723F9C" w:rsidP="00723F9C">
            <w:pPr>
              <w:pStyle w:val="SIBulletList1"/>
            </w:pPr>
            <w:r>
              <w:t>work health and safety</w:t>
            </w:r>
            <w:r w:rsidRPr="00723F9C">
              <w:t xml:space="preserve"> (WHS) hazards and controls:</w:t>
            </w:r>
          </w:p>
          <w:p w14:paraId="21C7B5F7" w14:textId="77777777" w:rsidR="00723F9C" w:rsidRPr="00723F9C" w:rsidRDefault="00723F9C" w:rsidP="00723F9C">
            <w:pPr>
              <w:pStyle w:val="SIBulletList2"/>
            </w:pPr>
            <w:r>
              <w:t>selecting, fitting and using appropriate personal protective clothing and equipment</w:t>
            </w:r>
            <w:r w:rsidRPr="00723F9C">
              <w:t xml:space="preserve"> (PPE)</w:t>
            </w:r>
          </w:p>
          <w:p w14:paraId="059C944F" w14:textId="77777777" w:rsidR="00723F9C" w:rsidRDefault="00723F9C" w:rsidP="00723F9C">
            <w:pPr>
              <w:pStyle w:val="SIBulletList2"/>
            </w:pPr>
            <w:r w:rsidRPr="0027069E">
              <w:t>safe and effective handling of equipment</w:t>
            </w:r>
          </w:p>
          <w:p w14:paraId="225B6078" w14:textId="65D6C7C4" w:rsidR="0003394D" w:rsidRPr="00723F9C" w:rsidRDefault="0003394D" w:rsidP="00723F9C">
            <w:pPr>
              <w:pStyle w:val="SIBulletList2"/>
            </w:pPr>
            <w:r>
              <w:t>working in different terrain, climate and weather conditions</w:t>
            </w:r>
          </w:p>
          <w:p w14:paraId="62F24A6D" w14:textId="77777777" w:rsidR="00723F9C" w:rsidRPr="00723F9C" w:rsidRDefault="00723F9C" w:rsidP="00723F9C">
            <w:pPr>
              <w:pStyle w:val="SIBulletList1"/>
            </w:pPr>
            <w:r w:rsidRPr="0027069E">
              <w:t>correct operating procedures for equipment</w:t>
            </w:r>
            <w:r w:rsidRPr="00723F9C">
              <w:t>:</w:t>
            </w:r>
          </w:p>
          <w:p w14:paraId="041E2C7D" w14:textId="77777777" w:rsidR="00723F9C" w:rsidRPr="00723F9C" w:rsidRDefault="00723F9C" w:rsidP="00723F9C">
            <w:pPr>
              <w:pStyle w:val="SIBulletList2"/>
            </w:pPr>
            <w:r>
              <w:t xml:space="preserve">setting up and operating planting </w:t>
            </w:r>
            <w:r w:rsidRPr="00723F9C">
              <w:t>equipment</w:t>
            </w:r>
          </w:p>
          <w:p w14:paraId="149D78AD" w14:textId="77777777" w:rsidR="00723F9C" w:rsidRPr="00723F9C" w:rsidRDefault="00723F9C" w:rsidP="00723F9C">
            <w:pPr>
              <w:pStyle w:val="SIBulletList2"/>
            </w:pPr>
            <w:r w:rsidRPr="00804F95">
              <w:t>shutting down equipment in response to routine or emergency situation</w:t>
            </w:r>
          </w:p>
          <w:p w14:paraId="782B4056" w14:textId="77777777" w:rsidR="00723F9C" w:rsidRPr="00723F9C" w:rsidRDefault="00723F9C" w:rsidP="00723F9C">
            <w:pPr>
              <w:pStyle w:val="SIBulletList1"/>
            </w:pPr>
            <w:r w:rsidRPr="0027069E">
              <w:t>environmental issues and controls</w:t>
            </w:r>
          </w:p>
          <w:p w14:paraId="2E502BFD" w14:textId="77777777" w:rsidR="00723F9C" w:rsidRPr="00723F9C" w:rsidRDefault="00723F9C" w:rsidP="00723F9C">
            <w:pPr>
              <w:pStyle w:val="SIBulletList1"/>
            </w:pPr>
            <w:r w:rsidRPr="0027069E">
              <w:t>procedures and responsibility for reporting problems and anomalies</w:t>
            </w:r>
          </w:p>
          <w:p w14:paraId="54B44F6B" w14:textId="77777777" w:rsidR="00723F9C" w:rsidRPr="00723F9C" w:rsidRDefault="00723F9C" w:rsidP="00723F9C">
            <w:pPr>
              <w:pStyle w:val="SIBulletList1"/>
            </w:pPr>
            <w:r w:rsidRPr="0027069E">
              <w:t>soil characteristics as t</w:t>
            </w:r>
            <w:r w:rsidRPr="00723F9C">
              <w:t>hey apply to vine establishment:</w:t>
            </w:r>
          </w:p>
          <w:p w14:paraId="245792CA" w14:textId="77777777" w:rsidR="00723F9C" w:rsidRPr="00723F9C" w:rsidRDefault="00723F9C" w:rsidP="00723F9C">
            <w:pPr>
              <w:pStyle w:val="SIBulletList2"/>
            </w:pPr>
            <w:r w:rsidRPr="0027069E">
              <w:t>structure</w:t>
            </w:r>
          </w:p>
          <w:p w14:paraId="4EA71DD5" w14:textId="77777777" w:rsidR="00723F9C" w:rsidRPr="00723F9C" w:rsidRDefault="00723F9C" w:rsidP="00723F9C">
            <w:pPr>
              <w:pStyle w:val="SIBulletList2"/>
            </w:pPr>
            <w:r w:rsidRPr="0027069E">
              <w:t>compaction</w:t>
            </w:r>
          </w:p>
          <w:p w14:paraId="7C305508" w14:textId="77777777" w:rsidR="00723F9C" w:rsidRPr="00723F9C" w:rsidRDefault="00723F9C" w:rsidP="00723F9C">
            <w:pPr>
              <w:pStyle w:val="SIBulletList2"/>
            </w:pPr>
            <w:r w:rsidRPr="0027069E">
              <w:t>condition</w:t>
            </w:r>
          </w:p>
          <w:p w14:paraId="653B203F" w14:textId="77777777" w:rsidR="00723F9C" w:rsidRPr="00723F9C" w:rsidRDefault="00723F9C" w:rsidP="00723F9C">
            <w:pPr>
              <w:pStyle w:val="SIBulletList2"/>
            </w:pPr>
            <w:r w:rsidRPr="0027069E">
              <w:t>present moisture</w:t>
            </w:r>
          </w:p>
          <w:p w14:paraId="2850F2F8" w14:textId="77777777" w:rsidR="00723F9C" w:rsidRPr="00723F9C" w:rsidRDefault="00723F9C" w:rsidP="00723F9C">
            <w:pPr>
              <w:pStyle w:val="SIBulletList2"/>
            </w:pPr>
            <w:r w:rsidRPr="0027069E">
              <w:t>present nutrients and toxic factors</w:t>
            </w:r>
          </w:p>
          <w:p w14:paraId="4485E504" w14:textId="77777777" w:rsidR="00723F9C" w:rsidRPr="00723F9C" w:rsidRDefault="00723F9C" w:rsidP="00723F9C">
            <w:pPr>
              <w:pStyle w:val="SIBulletList1"/>
            </w:pPr>
            <w:r w:rsidRPr="0027069E">
              <w:t>parts of the vine</w:t>
            </w:r>
          </w:p>
          <w:p w14:paraId="5FAFAAE2" w14:textId="77777777" w:rsidR="00723F9C" w:rsidRPr="00723F9C" w:rsidRDefault="00723F9C" w:rsidP="00723F9C">
            <w:pPr>
              <w:pStyle w:val="SIBulletList1"/>
            </w:pPr>
            <w:r w:rsidRPr="0027069E">
              <w:t>planting requirements and procedures</w:t>
            </w:r>
            <w:r w:rsidRPr="00723F9C">
              <w:t>:</w:t>
            </w:r>
          </w:p>
          <w:p w14:paraId="713B9789" w14:textId="77777777" w:rsidR="00723F9C" w:rsidRPr="00723F9C" w:rsidRDefault="00723F9C" w:rsidP="00723F9C">
            <w:pPr>
              <w:pStyle w:val="SIBulletList2"/>
            </w:pPr>
            <w:r>
              <w:t>spacing</w:t>
            </w:r>
          </w:p>
          <w:p w14:paraId="16315124" w14:textId="77777777" w:rsidR="00723F9C" w:rsidRPr="00723F9C" w:rsidRDefault="00723F9C" w:rsidP="00723F9C">
            <w:pPr>
              <w:pStyle w:val="SIBulletList2"/>
            </w:pPr>
            <w:r>
              <w:t>row width</w:t>
            </w:r>
          </w:p>
          <w:p w14:paraId="7D029AFB" w14:textId="77777777" w:rsidR="00723F9C" w:rsidRPr="00723F9C" w:rsidRDefault="00723F9C" w:rsidP="00723F9C">
            <w:pPr>
              <w:pStyle w:val="SIBulletList2"/>
            </w:pPr>
            <w:r>
              <w:t>depth</w:t>
            </w:r>
          </w:p>
          <w:p w14:paraId="68008545" w14:textId="77777777" w:rsidR="00723F9C" w:rsidRPr="00723F9C" w:rsidRDefault="00723F9C" w:rsidP="00723F9C">
            <w:pPr>
              <w:pStyle w:val="SIBulletList2"/>
            </w:pPr>
            <w:r>
              <w:t>soil preparation</w:t>
            </w:r>
          </w:p>
          <w:p w14:paraId="77058C18" w14:textId="77777777" w:rsidR="00723F9C" w:rsidRPr="00723F9C" w:rsidRDefault="00723F9C" w:rsidP="00723F9C">
            <w:pPr>
              <w:pStyle w:val="SIBulletList2"/>
            </w:pPr>
            <w:r>
              <w:t>rootling preparation</w:t>
            </w:r>
          </w:p>
          <w:p w14:paraId="2ADC615E" w14:textId="77777777" w:rsidR="00723F9C" w:rsidRPr="00723F9C" w:rsidRDefault="00723F9C" w:rsidP="00723F9C">
            <w:pPr>
              <w:pStyle w:val="SIBulletList2"/>
            </w:pPr>
            <w:r>
              <w:t>soil compaction</w:t>
            </w:r>
          </w:p>
          <w:p w14:paraId="6390154F" w14:textId="77777777" w:rsidR="00723F9C" w:rsidRPr="00723F9C" w:rsidRDefault="00723F9C" w:rsidP="00723F9C">
            <w:pPr>
              <w:pStyle w:val="SIBulletList2"/>
            </w:pPr>
            <w:r>
              <w:t>planting procedure</w:t>
            </w:r>
          </w:p>
          <w:p w14:paraId="298E6073" w14:textId="77777777" w:rsidR="00723F9C" w:rsidRPr="00723F9C" w:rsidRDefault="00723F9C" w:rsidP="00723F9C">
            <w:pPr>
              <w:pStyle w:val="SIBulletList2"/>
            </w:pPr>
            <w:r>
              <w:t>rootling health</w:t>
            </w:r>
          </w:p>
          <w:p w14:paraId="5616F311" w14:textId="77777777" w:rsidR="00723F9C" w:rsidRPr="00723F9C" w:rsidRDefault="00723F9C" w:rsidP="00723F9C">
            <w:pPr>
              <w:pStyle w:val="SIBulletList2"/>
            </w:pPr>
            <w:r>
              <w:t>correct disposal of waste material</w:t>
            </w:r>
          </w:p>
          <w:p w14:paraId="4977C478" w14:textId="77777777" w:rsidR="00723F9C" w:rsidRPr="00723F9C" w:rsidRDefault="00723F9C" w:rsidP="00723F9C">
            <w:pPr>
              <w:pStyle w:val="SIBulletList2"/>
            </w:pPr>
            <w:r>
              <w:t>cleaning and storage of equipment</w:t>
            </w:r>
          </w:p>
          <w:p w14:paraId="12B8FBA6" w14:textId="77777777" w:rsidR="00723F9C" w:rsidRPr="00765E17" w:rsidRDefault="00723F9C" w:rsidP="00765E17">
            <w:pPr>
              <w:pStyle w:val="SIBulletList1"/>
            </w:pPr>
            <w:r w:rsidRPr="00765E17">
              <w:t>appearance and features of healthy vine planting material</w:t>
            </w:r>
          </w:p>
          <w:p w14:paraId="5D9AD0CA" w14:textId="77777777" w:rsidR="00723F9C" w:rsidRPr="00765E17" w:rsidRDefault="00723F9C" w:rsidP="00765E17">
            <w:pPr>
              <w:pStyle w:val="SIBulletList1"/>
            </w:pPr>
            <w:r w:rsidRPr="00765E17">
              <w:t>cleaning and storage requirements for equipment</w:t>
            </w:r>
          </w:p>
          <w:p w14:paraId="1748CC26" w14:textId="77777777" w:rsidR="00723F9C" w:rsidRPr="00765E17" w:rsidRDefault="00723F9C" w:rsidP="00765E17">
            <w:pPr>
              <w:pStyle w:val="SIBulletList1"/>
            </w:pPr>
            <w:r w:rsidRPr="00765E17">
              <w:t>reporting responsibilities and procedures</w:t>
            </w:r>
          </w:p>
          <w:p w14:paraId="5ECC7D75" w14:textId="77777777" w:rsidR="00CD7A28" w:rsidRPr="000754EC" w:rsidRDefault="00723F9C" w:rsidP="00765E17">
            <w:pPr>
              <w:pStyle w:val="SIBulletList1"/>
            </w:pPr>
            <w:r w:rsidRPr="00765E17">
              <w:t>recording workplace</w:t>
            </w:r>
            <w:r>
              <w:t xml:space="preserve"> information</w:t>
            </w:r>
            <w:r w:rsidRPr="00723F9C">
              <w:t>.</w:t>
            </w:r>
          </w:p>
        </w:tc>
      </w:tr>
    </w:tbl>
    <w:p w14:paraId="24891DFC" w14:textId="0958C4B4" w:rsidR="00765E17" w:rsidRDefault="00765E17" w:rsidP="005F771F">
      <w:pPr>
        <w:pStyle w:val="SIText"/>
      </w:pPr>
    </w:p>
    <w:p w14:paraId="2D7EE1FE" w14:textId="77777777" w:rsidR="00765E17" w:rsidRDefault="00765E17">
      <w:pPr>
        <w:spacing w:after="200" w:line="276" w:lineRule="auto"/>
        <w:rPr>
          <w:lang w:eastAsia="en-US"/>
        </w:rPr>
      </w:pPr>
      <w:r>
        <w:br w:type="page"/>
      </w:r>
    </w:p>
    <w:p w14:paraId="6014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42EA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5007A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67DF42" w14:textId="77777777" w:rsidTr="00CA2922">
        <w:tc>
          <w:tcPr>
            <w:tcW w:w="5000" w:type="pct"/>
            <w:shd w:val="clear" w:color="auto" w:fill="auto"/>
          </w:tcPr>
          <w:p w14:paraId="4C0A7896" w14:textId="1C7BAAE9" w:rsidR="00723F9C" w:rsidRPr="00723F9C" w:rsidRDefault="00723F9C" w:rsidP="00723F9C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48C0EE0E" w14:textId="77777777" w:rsidR="00723F9C" w:rsidRPr="00723F9C" w:rsidRDefault="00723F9C" w:rsidP="00723F9C">
            <w:pPr>
              <w:pStyle w:val="SIBulletList1"/>
            </w:pPr>
            <w:r>
              <w:t>physical conditions:</w:t>
            </w:r>
          </w:p>
          <w:p w14:paraId="2C796794" w14:textId="4F586A16" w:rsidR="00723F9C" w:rsidRPr="00723F9C" w:rsidRDefault="00723F9C" w:rsidP="00723F9C">
            <w:pPr>
              <w:pStyle w:val="SIBulletList2"/>
            </w:pPr>
            <w:r w:rsidRPr="006677FE">
              <w:t xml:space="preserve">a workplace or </w:t>
            </w:r>
            <w:r w:rsidRPr="00723F9C">
              <w:t xml:space="preserve">an environment that accurately represents workplace conditions </w:t>
            </w:r>
          </w:p>
          <w:p w14:paraId="48876019" w14:textId="77777777" w:rsidR="00723F9C" w:rsidRPr="00723F9C" w:rsidRDefault="00723F9C" w:rsidP="00723F9C">
            <w:pPr>
              <w:pStyle w:val="SIBulletList1"/>
            </w:pPr>
            <w:r>
              <w:t>resources, e</w:t>
            </w:r>
            <w:r w:rsidRPr="00723F9C">
              <w:t>quipment and materials:</w:t>
            </w:r>
          </w:p>
          <w:p w14:paraId="0C7E75ED" w14:textId="77777777" w:rsidR="00723F9C" w:rsidRPr="00723F9C" w:rsidRDefault="00723F9C" w:rsidP="00723F9C">
            <w:pPr>
              <w:pStyle w:val="SIBulletList2"/>
            </w:pPr>
            <w:r w:rsidRPr="006677FE">
              <w:t xml:space="preserve">personal protective clothing and equipment </w:t>
            </w:r>
          </w:p>
          <w:p w14:paraId="6A7ECC94" w14:textId="77777777" w:rsidR="00723F9C" w:rsidRPr="00723F9C" w:rsidRDefault="00723F9C" w:rsidP="00723F9C">
            <w:pPr>
              <w:pStyle w:val="SIBulletList2"/>
            </w:pPr>
            <w:r w:rsidRPr="006677FE">
              <w:t xml:space="preserve">equipment, services and corresponding information </w:t>
            </w:r>
          </w:p>
          <w:p w14:paraId="1D7B2E8C" w14:textId="236463E4" w:rsidR="00723F9C" w:rsidRPr="00723F9C" w:rsidRDefault="0003394D" w:rsidP="00723F9C">
            <w:pPr>
              <w:pStyle w:val="SIBulletList2"/>
            </w:pPr>
            <w:r>
              <w:t xml:space="preserve">cuttings and </w:t>
            </w:r>
            <w:r w:rsidR="00723F9C">
              <w:t>rootlings ready for planting</w:t>
            </w:r>
          </w:p>
          <w:p w14:paraId="19B5701A" w14:textId="77777777" w:rsidR="00723F9C" w:rsidRPr="00723F9C" w:rsidRDefault="00723F9C" w:rsidP="00723F9C">
            <w:pPr>
              <w:pStyle w:val="SIBulletList2"/>
            </w:pPr>
            <w:r w:rsidRPr="006677FE">
              <w:t xml:space="preserve">cleaning procedures, materials and equipment </w:t>
            </w:r>
          </w:p>
          <w:p w14:paraId="609A549C" w14:textId="664CDBA2" w:rsidR="00723F9C" w:rsidRPr="00723F9C" w:rsidRDefault="00723F9C" w:rsidP="00723F9C">
            <w:pPr>
              <w:pStyle w:val="SIBulletList2"/>
            </w:pPr>
            <w:r w:rsidRPr="006677FE">
              <w:t>documentation and recording requirements and procedures</w:t>
            </w:r>
          </w:p>
          <w:p w14:paraId="1BACC33C" w14:textId="77777777" w:rsidR="00723F9C" w:rsidRPr="00723F9C" w:rsidRDefault="00723F9C" w:rsidP="00723F9C">
            <w:pPr>
              <w:pStyle w:val="SIBulletList1"/>
              <w:rPr>
                <w:rFonts w:eastAsia="Calibri"/>
              </w:rPr>
            </w:pPr>
            <w:r w:rsidRPr="00723F9C">
              <w:rPr>
                <w:rFonts w:eastAsia="Calibri"/>
              </w:rPr>
              <w:t>specifications:</w:t>
            </w:r>
          </w:p>
          <w:p w14:paraId="4DCA911D" w14:textId="77777777" w:rsidR="00723F9C" w:rsidRPr="00723F9C" w:rsidRDefault="00723F9C" w:rsidP="00723F9C">
            <w:pPr>
              <w:pStyle w:val="SIBulletList2"/>
            </w:pPr>
            <w:r w:rsidRPr="006677FE">
              <w:t xml:space="preserve">work </w:t>
            </w:r>
            <w:r w:rsidRPr="00723F9C">
              <w:t>procedures, including advice on company practices, safe work practices, quality and environmental requirements</w:t>
            </w:r>
          </w:p>
          <w:p w14:paraId="6F2DE7D7" w14:textId="77777777" w:rsidR="00723F9C" w:rsidRPr="00723F9C" w:rsidRDefault="00723F9C" w:rsidP="00723F9C">
            <w:pPr>
              <w:pStyle w:val="SIBulletList2"/>
            </w:pPr>
            <w:r w:rsidRPr="006677FE">
              <w:t>instructions, information, specifications and schedules</w:t>
            </w:r>
            <w:r w:rsidRPr="00723F9C">
              <w:t xml:space="preserve">. </w:t>
            </w:r>
          </w:p>
          <w:p w14:paraId="4F2408EF" w14:textId="77777777" w:rsidR="00723F9C" w:rsidRDefault="00723F9C" w:rsidP="00723F9C"/>
          <w:p w14:paraId="34778CF8" w14:textId="3A2883C1" w:rsidR="00F1480E" w:rsidRPr="000754EC" w:rsidRDefault="00723F9C" w:rsidP="00723F9C">
            <w:pPr>
              <w:pStyle w:val="SIText"/>
              <w:rPr>
                <w:rFonts w:eastAsia="Calibri"/>
              </w:rPr>
            </w:pPr>
            <w:r>
              <w:t>Assessors of this unit must satisfy the requirements for assessors in applicable vocational education and training legislation, frameworks and/or standards</w:t>
            </w:r>
            <w:r w:rsidR="00D40F68">
              <w:br/>
            </w:r>
          </w:p>
        </w:tc>
      </w:tr>
    </w:tbl>
    <w:p w14:paraId="50ECC6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F3B780" w14:textId="77777777" w:rsidTr="004679E3">
        <w:tc>
          <w:tcPr>
            <w:tcW w:w="990" w:type="pct"/>
            <w:shd w:val="clear" w:color="auto" w:fill="auto"/>
          </w:tcPr>
          <w:p w14:paraId="268E198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758172" w14:textId="1BAC117A" w:rsidR="00CD7A28" w:rsidRPr="000754EC" w:rsidRDefault="00723F9C" w:rsidP="00CD7A28">
            <w:pPr>
              <w:pStyle w:val="SIText"/>
            </w:pPr>
            <w:r>
              <w:t>Companion Volumes, including Implementation G</w:t>
            </w:r>
            <w:r w:rsidRPr="00723F9C">
              <w:t xml:space="preserve">uides, are available at </w:t>
            </w:r>
            <w:proofErr w:type="spellStart"/>
            <w:r w:rsidRPr="00723F9C">
              <w:t>VETNet</w:t>
            </w:r>
            <w:proofErr w:type="spellEnd"/>
            <w:r w:rsidRPr="00723F9C">
              <w:t xml:space="preserve"> -</w:t>
            </w:r>
            <w:hyperlink r:id="rId12" w:history="1">
              <w:r w:rsidRPr="00723F9C">
                <w:t>https://vetnet.education.gov.au/Pages/TrainingDocs.aspx?q=78b15323-cd38-483e-aad7-1159b570a5c4</w:t>
              </w:r>
            </w:hyperlink>
            <w:r w:rsidR="00A30535">
              <w:br/>
            </w:r>
          </w:p>
        </w:tc>
      </w:tr>
    </w:tbl>
    <w:p w14:paraId="12D36F1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8C39FB" w16cid:durableId="1D7CDCEB"/>
  <w16cid:commentId w16cid:paraId="64995934" w16cid:durableId="1D7CDCED"/>
  <w16cid:commentId w16cid:paraId="6A000604" w16cid:durableId="1D7CDCEE"/>
  <w16cid:commentId w16cid:paraId="1DF3B766" w16cid:durableId="1D7CDCF0"/>
  <w16cid:commentId w16cid:paraId="29CF85C5" w16cid:durableId="1D7CDCF1"/>
  <w16cid:commentId w16cid:paraId="194B9582" w16cid:durableId="1D7CDCF2"/>
  <w16cid:commentId w16cid:paraId="145857C9" w16cid:durableId="1D7CDCF3"/>
  <w16cid:commentId w16cid:paraId="1C2C74D7" w16cid:durableId="1D7CDCF4"/>
  <w16cid:commentId w16cid:paraId="708B2622" w16cid:durableId="1D7CDCF5"/>
  <w16cid:commentId w16cid:paraId="570F1807" w16cid:durableId="1D7CDEB0"/>
  <w16cid:commentId w16cid:paraId="2542D1E0" w16cid:durableId="1D7CDCF6"/>
  <w16cid:commentId w16cid:paraId="0F7A4B08" w16cid:durableId="1D7CDCF7"/>
  <w16cid:commentId w16cid:paraId="619D1E69" w16cid:durableId="1D7CDCF8"/>
  <w16cid:commentId w16cid:paraId="63A49E4D" w16cid:durableId="1D7CDCF9"/>
  <w16cid:commentId w16cid:paraId="3D59C8FD" w16cid:durableId="1D7CDCFA"/>
  <w16cid:commentId w16cid:paraId="388063A8" w16cid:durableId="1D7CDC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72F2F" w14:textId="77777777" w:rsidR="00FA6617" w:rsidRDefault="00FA6617" w:rsidP="00BF3F0A">
      <w:r>
        <w:separator/>
      </w:r>
    </w:p>
    <w:p w14:paraId="2E99D4D9" w14:textId="77777777" w:rsidR="00FA6617" w:rsidRDefault="00FA6617"/>
  </w:endnote>
  <w:endnote w:type="continuationSeparator" w:id="0">
    <w:p w14:paraId="099C60C6" w14:textId="77777777" w:rsidR="00FA6617" w:rsidRDefault="00FA6617" w:rsidP="00BF3F0A">
      <w:r>
        <w:continuationSeparator/>
      </w:r>
    </w:p>
    <w:p w14:paraId="4F394446" w14:textId="77777777" w:rsidR="00FA6617" w:rsidRDefault="00FA66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A423246" w14:textId="377B3A2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8371D">
          <w:rPr>
            <w:noProof/>
          </w:rPr>
          <w:t>4</w:t>
        </w:r>
        <w:r w:rsidRPr="000754EC">
          <w:fldChar w:fldCharType="end"/>
        </w:r>
      </w:p>
      <w:p w14:paraId="088F9E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8C5D30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EA136" w14:textId="77777777" w:rsidR="00FA6617" w:rsidRDefault="00FA6617" w:rsidP="00BF3F0A">
      <w:r>
        <w:separator/>
      </w:r>
    </w:p>
    <w:p w14:paraId="197B682A" w14:textId="77777777" w:rsidR="00FA6617" w:rsidRDefault="00FA6617"/>
  </w:footnote>
  <w:footnote w:type="continuationSeparator" w:id="0">
    <w:p w14:paraId="7B7AE8EB" w14:textId="77777777" w:rsidR="00FA6617" w:rsidRDefault="00FA6617" w:rsidP="00BF3F0A">
      <w:r>
        <w:continuationSeparator/>
      </w:r>
    </w:p>
    <w:p w14:paraId="35467ADB" w14:textId="77777777" w:rsidR="00FA6617" w:rsidRDefault="00FA66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B8061" w14:textId="53A63DD5" w:rsidR="009C2650" w:rsidRPr="000754EC" w:rsidRDefault="00FA188D" w:rsidP="00146EEC">
    <w:pPr>
      <w:pStyle w:val="SIText"/>
    </w:pPr>
    <w:r>
      <w:t>FBPVIT</w:t>
    </w:r>
    <w:r w:rsidR="000D478B">
      <w:t>2</w:t>
    </w:r>
    <w:r w:rsidR="000D478B" w:rsidRPr="00723F9C">
      <w:t>025</w:t>
    </w:r>
    <w:r w:rsidR="000D478B">
      <w:t xml:space="preserve"> </w:t>
    </w:r>
    <w:r w:rsidR="000D478B" w:rsidRPr="007000E9">
      <w:t>Plant vines by hand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F9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94D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78B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021"/>
    <w:rsid w:val="002A4CD3"/>
    <w:rsid w:val="002A6CC4"/>
    <w:rsid w:val="002B7039"/>
    <w:rsid w:val="002C55E9"/>
    <w:rsid w:val="002D0C8B"/>
    <w:rsid w:val="002D330A"/>
    <w:rsid w:val="002E193E"/>
    <w:rsid w:val="00302F7D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854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CE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0AAD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48B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F9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E17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535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7370"/>
    <w:rsid w:val="00B3508F"/>
    <w:rsid w:val="00B443EE"/>
    <w:rsid w:val="00B560C8"/>
    <w:rsid w:val="00B61150"/>
    <w:rsid w:val="00B65BC7"/>
    <w:rsid w:val="00B746B9"/>
    <w:rsid w:val="00B848D4"/>
    <w:rsid w:val="00B865B7"/>
    <w:rsid w:val="00B90D45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BF6095"/>
    <w:rsid w:val="00C01D8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71D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0F68"/>
    <w:rsid w:val="00D54C76"/>
    <w:rsid w:val="00D7055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701C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0140"/>
    <w:rsid w:val="00F71651"/>
    <w:rsid w:val="00F76191"/>
    <w:rsid w:val="00F76CC6"/>
    <w:rsid w:val="00F83D7C"/>
    <w:rsid w:val="00FA188D"/>
    <w:rsid w:val="00FA65AE"/>
    <w:rsid w:val="00FA6617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AFCDD"/>
  <w15:docId w15:val="{F4D66122-C9AF-4AA9-A0CD-F8A4A7A4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B703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D2FD0B-61EA-485E-B76E-90B1D9070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191EC020-D072-4B7A-A68F-C7AFFCC6A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6784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2017-11-13T23:36:00Z</dcterms:created>
  <dcterms:modified xsi:type="dcterms:W3CDTF">2017-11-13T23:37:00Z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